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7066A1BD" w:rsidR="005A297E" w:rsidRPr="003137C1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4E5E2B" w:rsidRPr="004E5E2B">
        <w:rPr>
          <w:rFonts w:ascii="Verdana" w:hAnsi="Verdana" w:cstheme="minorHAnsi"/>
          <w:b/>
          <w:szCs w:val="18"/>
          <w:lang w:eastAsia="pl-PL"/>
        </w:rPr>
        <w:t>POST/DYS/OZ/GZ/00035/2026</w:t>
      </w:r>
      <w:r w:rsidR="004E5E2B" w:rsidRPr="004E5E2B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4E5E2B" w:rsidRPr="004E5E2B">
        <w:rPr>
          <w:rFonts w:ascii="Verdana" w:hAnsi="Verdana" w:cstheme="minorHAnsi"/>
          <w:b/>
          <w:bCs/>
          <w:szCs w:val="18"/>
          <w:lang w:eastAsia="pl-PL"/>
        </w:rPr>
        <w:t xml:space="preserve">Usuwanie awarii w sieci elektroenergetycznej, WN, SN i </w:t>
      </w:r>
      <w:proofErr w:type="spellStart"/>
      <w:r w:rsidR="004E5E2B" w:rsidRPr="004E5E2B">
        <w:rPr>
          <w:rFonts w:ascii="Verdana" w:hAnsi="Verdana" w:cstheme="minorHAnsi"/>
          <w:b/>
          <w:bCs/>
          <w:szCs w:val="18"/>
          <w:lang w:eastAsia="pl-PL"/>
        </w:rPr>
        <w:t>nN</w:t>
      </w:r>
      <w:proofErr w:type="spellEnd"/>
      <w:r w:rsidR="004E5E2B" w:rsidRPr="004E5E2B">
        <w:rPr>
          <w:rFonts w:ascii="Verdana" w:hAnsi="Verdana" w:cstheme="minorHAnsi"/>
          <w:b/>
          <w:bCs/>
          <w:szCs w:val="18"/>
          <w:lang w:eastAsia="pl-PL"/>
        </w:rPr>
        <w:t xml:space="preserve"> PGE Dystrybucja S.A. Oddział Zamość w latach 2026 – 2027</w:t>
      </w:r>
      <w:r w:rsidR="00DD4731" w:rsidRPr="003137C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D91477">
        <w:rPr>
          <w:rFonts w:ascii="Verdana" w:hAnsi="Verdana" w:cstheme="minorHAnsi"/>
          <w:szCs w:val="18"/>
          <w:lang w:eastAsia="pl-PL"/>
        </w:rPr>
        <w:br/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D786644" w:rsidR="00347E8D" w:rsidRPr="006B2C28" w:rsidRDefault="004E5E2B" w:rsidP="007829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E5E2B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POST/DYS/OZ/GZ/00035/2026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686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5E2B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37AA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D77"/>
    <w:rsid w:val="00A148D6"/>
    <w:rsid w:val="00A15D8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92101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1477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A6F09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29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28</cp:revision>
  <cp:lastPrinted>2024-07-15T11:21:00Z</cp:lastPrinted>
  <dcterms:created xsi:type="dcterms:W3CDTF">2025-06-03T08:48:00Z</dcterms:created>
  <dcterms:modified xsi:type="dcterms:W3CDTF">2026-01-12T08:51:00Z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